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742588AB" w:rsidR="00371A7B" w:rsidRDefault="007F003C" w:rsidP="0002730F">
                <w:pPr>
                  <w:pStyle w:val="Adressaat"/>
                </w:pPr>
                <w:r>
                  <w:t>Bert Holm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0A18360D" w:rsidR="00371A7B" w:rsidRDefault="007F003C" w:rsidP="0002730F">
                <w:pPr>
                  <w:pStyle w:val="Adressaat"/>
                </w:pPr>
                <w:r>
                  <w:t>RMK Looduskaitseosakond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01F31274" w:rsidR="003B2A9C" w:rsidRPr="00BF4D7C" w:rsidRDefault="007F003C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bert.holm@rmk.ee</w:t>
                </w:r>
              </w:p>
            </w:sdtContent>
          </w:sdt>
        </w:tc>
        <w:tc>
          <w:tcPr>
            <w:tcW w:w="4536" w:type="dxa"/>
          </w:tcPr>
          <w:p w14:paraId="55942A07" w14:textId="48B70268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2-12-02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F003C">
                  <w:t>02.12.2022</w:t>
                </w:r>
              </w:sdtContent>
            </w:sdt>
            <w:r w:rsidR="00C20120">
              <w:t xml:space="preserve"> </w:t>
            </w:r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52A63C30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2C20F71D" w:rsidR="00BC1A62" w:rsidRPr="00835858" w:rsidRDefault="007F003C" w:rsidP="00035464">
          <w:pPr>
            <w:pStyle w:val="Pealkiri1"/>
            <w:ind w:right="4251"/>
          </w:pPr>
          <w:r>
            <w:t xml:space="preserve">Kooskõlastus LÜ 2144: </w:t>
          </w:r>
          <w:proofErr w:type="spellStart"/>
          <w:r>
            <w:t>Nihka</w:t>
          </w:r>
          <w:proofErr w:type="spellEnd"/>
          <w:r>
            <w:t xml:space="preserve"> soostunud niidud</w:t>
          </w:r>
        </w:p>
      </w:sdtContent>
    </w:sdt>
    <w:p w14:paraId="55942A0D" w14:textId="62B4C3EB" w:rsidR="00A13FDE" w:rsidRDefault="00262E94" w:rsidP="005A728D">
      <w:pPr>
        <w:pStyle w:val="Snum"/>
      </w:pPr>
      <w:r>
        <w:t xml:space="preserve">Austatud </w:t>
      </w:r>
      <w:r w:rsidR="007F003C">
        <w:t>Bert Holm</w:t>
      </w:r>
    </w:p>
    <w:p w14:paraId="55942A0E" w14:textId="77777777" w:rsidR="00A13FDE" w:rsidRDefault="00A13FDE" w:rsidP="005A728D">
      <w:pPr>
        <w:pStyle w:val="Snum"/>
      </w:pPr>
    </w:p>
    <w:p w14:paraId="55942A0F" w14:textId="77777777" w:rsidR="00A13FDE" w:rsidRDefault="00A13FDE" w:rsidP="005A728D">
      <w:pPr>
        <w:pStyle w:val="Snum"/>
      </w:pPr>
    </w:p>
    <w:p w14:paraId="3D0E614C" w14:textId="77777777" w:rsidR="007F003C" w:rsidRPr="004C0E6B" w:rsidRDefault="007F003C" w:rsidP="007F003C">
      <w:pPr>
        <w:pStyle w:val="Default"/>
        <w:jc w:val="both"/>
      </w:pPr>
      <w:r w:rsidRPr="00B74333">
        <w:rPr>
          <w:color w:val="auto"/>
        </w:rPr>
        <w:t xml:space="preserve">Esitasite Keskkonnaametile kooskõlastamiseks looduskaitsetöö lähteülesande (ID </w:t>
      </w:r>
      <w:r>
        <w:rPr>
          <w:color w:val="auto"/>
        </w:rPr>
        <w:t>2144</w:t>
      </w:r>
      <w:r w:rsidRPr="00B74333">
        <w:rPr>
          <w:color w:val="auto"/>
        </w:rPr>
        <w:t xml:space="preserve">) </w:t>
      </w:r>
      <w:r>
        <w:rPr>
          <w:color w:val="auto"/>
        </w:rPr>
        <w:t>3,51 ha suuruse poolloodusliku</w:t>
      </w:r>
      <w:r w:rsidRPr="004C0E6B">
        <w:rPr>
          <w:color w:val="auto"/>
        </w:rPr>
        <w:t xml:space="preserve"> koosluse</w:t>
      </w:r>
      <w:r>
        <w:rPr>
          <w:color w:val="auto"/>
        </w:rPr>
        <w:t xml:space="preserve"> taastamiseks (puude liituvuse vähendamine, võsa eemaldamine, kändude freesimine)</w:t>
      </w:r>
      <w:r w:rsidRPr="004C0E6B">
        <w:rPr>
          <w:color w:val="auto"/>
        </w:rPr>
        <w:t xml:space="preserve"> </w:t>
      </w:r>
      <w:proofErr w:type="spellStart"/>
      <w:r>
        <w:rPr>
          <w:color w:val="auto"/>
        </w:rPr>
        <w:t>Ehmja</w:t>
      </w:r>
      <w:proofErr w:type="spellEnd"/>
      <w:r>
        <w:rPr>
          <w:color w:val="auto"/>
        </w:rPr>
        <w:t>-Turvalepa hoiuala katastriüksus</w:t>
      </w:r>
      <w:r w:rsidRPr="004C0E6B">
        <w:rPr>
          <w:color w:val="auto"/>
        </w:rPr>
        <w:t xml:space="preserve">el </w:t>
      </w:r>
      <w:r w:rsidRPr="00D942EC">
        <w:t>77601:001:0748</w:t>
      </w:r>
      <w:r>
        <w:t>.</w:t>
      </w:r>
      <w:r w:rsidRPr="004C0E6B">
        <w:t xml:space="preserve"> </w:t>
      </w:r>
      <w:r w:rsidRPr="004C0E6B">
        <w:rPr>
          <w:color w:val="auto"/>
        </w:rPr>
        <w:t xml:space="preserve">Tegemist on </w:t>
      </w:r>
      <w:r>
        <w:rPr>
          <w:color w:val="auto"/>
        </w:rPr>
        <w:t>soostuvate niitude elupaigatüübiga (7230)</w:t>
      </w:r>
      <w:r w:rsidRPr="004C0E6B">
        <w:rPr>
          <w:color w:val="auto"/>
        </w:rPr>
        <w:t>.</w:t>
      </w:r>
    </w:p>
    <w:p w14:paraId="6BB785D6" w14:textId="77777777" w:rsidR="007F003C" w:rsidRPr="00B74333" w:rsidRDefault="007F003C" w:rsidP="007F003C">
      <w:pPr>
        <w:pStyle w:val="Default"/>
        <w:jc w:val="both"/>
        <w:rPr>
          <w:color w:val="auto"/>
        </w:rPr>
      </w:pPr>
    </w:p>
    <w:p w14:paraId="7A964BCA" w14:textId="77777777" w:rsidR="007F003C" w:rsidRPr="00B74333" w:rsidRDefault="007F003C" w:rsidP="007F003C">
      <w:pPr>
        <w:pStyle w:val="Default"/>
        <w:jc w:val="both"/>
      </w:pPr>
      <w:r w:rsidRPr="00B74333">
        <w:rPr>
          <w:bCs/>
        </w:rPr>
        <w:t>Vabariigi Valitsuse 28.02.2006.a määruse nr 59,</w:t>
      </w:r>
      <w:r w:rsidRPr="00B74333">
        <w:t xml:space="preserve"> § 1 lõike 1 kohaselt on liigirikkad madalsoo</w:t>
      </w:r>
      <w:r>
        <w:t xml:space="preserve">d </w:t>
      </w:r>
      <w:proofErr w:type="spellStart"/>
      <w:r w:rsidRPr="00B74333">
        <w:t>Ehmja</w:t>
      </w:r>
      <w:proofErr w:type="spellEnd"/>
      <w:r w:rsidRPr="00B74333">
        <w:t xml:space="preserve">-Turvalepa hoiuala kaitse-eesmärgiks. </w:t>
      </w:r>
    </w:p>
    <w:p w14:paraId="72E677B2" w14:textId="77777777" w:rsidR="007F003C" w:rsidRPr="00B74333" w:rsidRDefault="007F003C" w:rsidP="007F003C">
      <w:pPr>
        <w:pStyle w:val="Default"/>
        <w:jc w:val="both"/>
      </w:pPr>
    </w:p>
    <w:p w14:paraId="55942A11" w14:textId="0E8AD67D" w:rsidR="00A13FDE" w:rsidRDefault="007F003C" w:rsidP="007F003C">
      <w:pPr>
        <w:pStyle w:val="Snum"/>
        <w:rPr>
          <w:rFonts w:cs="Times New Roman"/>
        </w:rPr>
      </w:pPr>
      <w:r w:rsidRPr="00875569">
        <w:rPr>
          <w:rFonts w:cs="Times New Roman"/>
        </w:rPr>
        <w:t xml:space="preserve">Keskkonnaamet nõustub </w:t>
      </w:r>
      <w:r>
        <w:rPr>
          <w:rFonts w:cs="Times New Roman"/>
        </w:rPr>
        <w:t xml:space="preserve">RMK </w:t>
      </w:r>
      <w:r w:rsidRPr="00875569">
        <w:rPr>
          <w:rFonts w:cs="Times New Roman"/>
        </w:rPr>
        <w:t xml:space="preserve">lähteülesandes (ID </w:t>
      </w:r>
      <w:r>
        <w:t>2144</w:t>
      </w:r>
      <w:r w:rsidRPr="00875569">
        <w:rPr>
          <w:rFonts w:cs="Times New Roman"/>
        </w:rPr>
        <w:t>) sätestatud tingimustega ja annab sellele oma kooskõlastuse.</w:t>
      </w:r>
    </w:p>
    <w:p w14:paraId="7F531F65" w14:textId="77777777" w:rsidR="007F003C" w:rsidRDefault="007F003C" w:rsidP="007F003C">
      <w:pPr>
        <w:pStyle w:val="Snum"/>
      </w:pPr>
    </w:p>
    <w:p w14:paraId="55942A19" w14:textId="77777777" w:rsidR="00432E04" w:rsidRDefault="00432E04" w:rsidP="005A728D">
      <w:pPr>
        <w:pStyle w:val="Snum"/>
      </w:pPr>
    </w:p>
    <w:p w14:paraId="55942A1A" w14:textId="77777777" w:rsidR="00A13FDE" w:rsidRDefault="00A13FDE" w:rsidP="005A728D">
      <w:pPr>
        <w:pStyle w:val="Snum"/>
      </w:pPr>
      <w:r>
        <w:t>Lugupidamisega</w:t>
      </w:r>
    </w:p>
    <w:p w14:paraId="55942A1B" w14:textId="77777777" w:rsidR="00A13FDE" w:rsidRDefault="00A13FDE" w:rsidP="005A728D">
      <w:pPr>
        <w:pStyle w:val="Snum"/>
      </w:pPr>
    </w:p>
    <w:p w14:paraId="55942A1C" w14:textId="77777777" w:rsidR="00A13FDE" w:rsidRDefault="00A13FDE" w:rsidP="005A728D">
      <w:pPr>
        <w:pStyle w:val="Snum"/>
      </w:pPr>
    </w:p>
    <w:p w14:paraId="55942A1E" w14:textId="10B7F506" w:rsidR="00262E94" w:rsidRDefault="00A13FDE" w:rsidP="005A728D">
      <w:pPr>
        <w:pStyle w:val="Snum"/>
      </w:pPr>
      <w:r w:rsidRPr="005A728D">
        <w:t>(</w:t>
      </w:r>
      <w:r w:rsidR="00432E04" w:rsidRPr="005A728D">
        <w:t>allkir</w:t>
      </w:r>
      <w:r w:rsidR="00EC028D" w:rsidRPr="005A728D">
        <w:t>jastatud digitaalselt</w:t>
      </w:r>
      <w:r w:rsidRPr="005A728D">
        <w:t>)</w:t>
      </w:r>
    </w:p>
    <w:sdt>
      <w:sdtPr>
        <w:alias w:val="Allkirjastaja"/>
        <w:tag w:val="Allkirjastaja"/>
        <w:id w:val="-1614584461"/>
        <w:placeholder>
          <w:docPart w:val="2F92D0E5E368432FBAB3FA70ED081CF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4482948D" w14:textId="3935A87A" w:rsidR="002D64AB" w:rsidRDefault="007F003C" w:rsidP="005A728D">
          <w:pPr>
            <w:pStyle w:val="Snum"/>
          </w:pPr>
          <w:r>
            <w:t>Gunnar Sein</w:t>
          </w:r>
        </w:p>
      </w:sdtContent>
    </w:sdt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576639D5" w:rsidR="002D64AB" w:rsidRDefault="007F003C" w:rsidP="005A728D">
          <w:pPr>
            <w:pStyle w:val="Snum"/>
          </w:pPr>
          <w:r>
            <w:t>juhataja</w:t>
          </w:r>
        </w:p>
      </w:sdtContent>
    </w:sdt>
    <w:p w14:paraId="55942A21" w14:textId="0CE3D8AF" w:rsidR="00432E04" w:rsidRDefault="007F003C" w:rsidP="005A728D">
      <w:pPr>
        <w:pStyle w:val="Snum"/>
      </w:pPr>
      <w:r>
        <w:t>maahoolduse büroo</w:t>
      </w:r>
    </w:p>
    <w:p w14:paraId="44005F74" w14:textId="77777777" w:rsidR="00432E04" w:rsidRDefault="00432E04" w:rsidP="005A728D">
      <w:pPr>
        <w:pStyle w:val="Snum"/>
      </w:pPr>
    </w:p>
    <w:p w14:paraId="55942A23" w14:textId="77777777" w:rsidR="00432E04" w:rsidRDefault="00432E04" w:rsidP="005A728D">
      <w:pPr>
        <w:pStyle w:val="Snum"/>
      </w:pPr>
    </w:p>
    <w:p w14:paraId="5CF2C364" w14:textId="77777777" w:rsidR="00C20120" w:rsidRDefault="00C20120" w:rsidP="005A728D">
      <w:pPr>
        <w:pStyle w:val="Snum"/>
      </w:pPr>
    </w:p>
    <w:p w14:paraId="683EC8D0" w14:textId="77777777" w:rsidR="00C20120" w:rsidRDefault="00C20120" w:rsidP="005A728D">
      <w:pPr>
        <w:pStyle w:val="Snum"/>
      </w:pPr>
      <w:bookmarkStart w:id="0" w:name="_GoBack"/>
      <w:bookmarkEnd w:id="0"/>
    </w:p>
    <w:p w14:paraId="55942A2E" w14:textId="2FE41B29" w:rsidR="00A13FDE" w:rsidRDefault="00C20120" w:rsidP="005A728D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7F003C">
            <w:t>Kaie Kattai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7F003C">
            <w:t>5300</w:t>
          </w:r>
          <w:r>
            <w:t xml:space="preserve"> </w:t>
          </w:r>
          <w:r w:rsidR="007F003C">
            <w:t>1870</w:t>
          </w:r>
        </w:sdtContent>
      </w:sdt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78CA78DF" w:rsidR="00BD078E" w:rsidRPr="00BD078E" w:rsidRDefault="007F003C" w:rsidP="005A728D">
          <w:pPr>
            <w:pStyle w:val="Snum"/>
          </w:pPr>
          <w:r>
            <w:t>kaie.kattai@keskkonnaamet.ee</w:t>
          </w:r>
        </w:p>
      </w:sdtContent>
    </w:sdt>
    <w:sectPr w:rsidR="00BD078E" w:rsidRPr="00BD078E" w:rsidSect="00EC028D">
      <w:footerReference w:type="default" r:id="rId11"/>
      <w:footerReference w:type="first" r:id="rId12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7F003C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7F003C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523BD"/>
    <w:rsid w:val="001A3584"/>
    <w:rsid w:val="001A7D04"/>
    <w:rsid w:val="001D4CFB"/>
    <w:rsid w:val="001E286A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5498C"/>
    <w:rsid w:val="00680609"/>
    <w:rsid w:val="00686A7C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D54FC"/>
    <w:rsid w:val="007F003C"/>
    <w:rsid w:val="00801AED"/>
    <w:rsid w:val="00835858"/>
    <w:rsid w:val="008919F2"/>
    <w:rsid w:val="008B041F"/>
    <w:rsid w:val="008D4634"/>
    <w:rsid w:val="008F0B50"/>
    <w:rsid w:val="0091786B"/>
    <w:rsid w:val="00922CF3"/>
    <w:rsid w:val="009370A4"/>
    <w:rsid w:val="009A3A7C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E0CC9"/>
    <w:rsid w:val="00BF4D7C"/>
    <w:rsid w:val="00C20120"/>
    <w:rsid w:val="00C24F66"/>
    <w:rsid w:val="00C27B07"/>
    <w:rsid w:val="00C41FC5"/>
    <w:rsid w:val="00C83346"/>
    <w:rsid w:val="00CA15C5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446C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customStyle="1" w:styleId="Default">
    <w:name w:val="Default"/>
    <w:rsid w:val="007F003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F92D0E5E368432FBAB3FA70ED081C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2BE7606-6399-4877-AF41-328CC70F94D2}"/>
      </w:docPartPr>
      <w:docPartBody>
        <w:p w:rsidR="00055276" w:rsidRDefault="005A4EB7">
          <w:r w:rsidRPr="007960F0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87"/>
    <w:rsid w:val="00055276"/>
    <w:rsid w:val="0049790E"/>
    <w:rsid w:val="005A4EB7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C649B6A73112431F82261EEF2B9C0C85">
    <w:name w:val="C649B6A73112431F82261EEF2B9C0C85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p:properties xmlns:p="http://schemas.microsoft.com/office/2006/metadata/properties">
  <documentManagement xmlns:xsi="http://www.w3.org/2001/XMLSchema-instance">
    <RMUniqueID xmlns="4f28efae-2a20-4782-b43d-2717bdd273fa">75f58ce0-4322-4097-bf67-00604129a903</RMUniqueID>
    <RMTitle xmlns="4f28efae-2a20-4782-b43d-2717bdd273fa"/>
    <RMRegistrationDate xmlns="4f28efae-2a20-4782-b43d-2717bdd273fa">2022-12-13T07:39:17.1476372Z</RMRegistrationDate>
    <RMReferenceCode xmlns="4f28efae-2a20-4782-b43d-2717bdd273fa">7-11/22/23781-2</RMReferenceCode>
    <RMFolderChain xmlns="4f28efae-2a20-4782-b43d-2717bdd273fa" xsi:nil="true"/>
    <ContactId xmlns="4f28efae-2a20-4782-b43d-2717bdd273fa" xsi:nil="true"/>
    <Asutus xmlns="4f28efae-2a20-4782-b43d-2717bdd273fa">RMK Looduskaitseosakond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2022-12-02T00:00:00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Kaie Kattai</Koostaja>
    <Koostaja_x0020_telefon xmlns="4f28efae-2a20-4782-b43d-2717bdd273fa">5300 1870</Koostaja_x0020_telefon>
    <Koostaja_x0020_e-post xmlns="4f28efae-2a20-4782-b43d-2717bdd273fa">kaie.kattai@keskkonnaamet.ee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Kaie Kattai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4641D1AD-509B-40CE-903D-086D51302F6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4f28efae-2a20-4782-b43d-2717bdd273f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881697-5BFF-4880-88E1-BB8167FF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2</TotalTime>
  <Pages>1</Pages>
  <Words>94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 LÜ 2144: Nihka soostunud niidud</dc:title>
  <dc:subject/>
  <dc:description/>
  <cp:lastModifiedBy>Tiina Smõtškov</cp:lastModifiedBy>
  <cp:revision>3</cp:revision>
  <cp:lastPrinted>2014-04-03T11:06:00Z</cp:lastPrinted>
  <dcterms:created xsi:type="dcterms:W3CDTF">2022-12-12T14:16:00Z</dcterms:created>
  <dcterms:modified xsi:type="dcterms:W3CDTF">2022-12-13T07:08:00Z</dcterms:modified>
</cp:coreProperties>
</file>